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82" w:rsidRPr="006812C7" w:rsidRDefault="007E3B9A" w:rsidP="007E3B9A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812C7">
        <w:rPr>
          <w:rFonts w:ascii="Arial" w:hAnsi="Arial" w:cs="Arial"/>
          <w:b/>
          <w:i/>
          <w:sz w:val="28"/>
          <w:szCs w:val="28"/>
        </w:rPr>
        <w:t>COMPTAGE DES POINTS AU TAROT SUR CASIO FX35+ :</w:t>
      </w:r>
    </w:p>
    <w:p w:rsidR="007E3B9A" w:rsidRPr="006812C7" w:rsidRDefault="007E3B9A" w:rsidP="007E3B9A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26183" w:rsidRPr="006812C7" w:rsidRDefault="00726183" w:rsidP="00616B3C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  <w:sectPr w:rsidR="00726183" w:rsidRPr="006812C7" w:rsidSect="00E32BED">
          <w:pgSz w:w="11907" w:h="16839" w:code="9"/>
          <w:pgMar w:top="284" w:right="567" w:bottom="567" w:left="567" w:header="709" w:footer="709" w:gutter="0"/>
          <w:cols w:space="708"/>
          <w:docGrid w:linePitch="360"/>
        </w:sectPr>
      </w:pPr>
    </w:p>
    <w:p w:rsidR="00495643" w:rsidRPr="006812C7" w:rsidRDefault="00616B3C" w:rsidP="00616B3C">
      <w:pPr>
        <w:spacing w:line="240" w:lineRule="auto"/>
        <w:jc w:val="left"/>
        <w:rPr>
          <w:rFonts w:ascii="Arial" w:hAnsi="Arial" w:cs="Arial"/>
          <w:b/>
          <w:i/>
          <w:sz w:val="24"/>
          <w:szCs w:val="24"/>
          <w:u w:val="single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lastRenderedPageBreak/>
        <w:t>Programme (</w:t>
      </w:r>
      <w:r w:rsidR="00E32BED">
        <w:rPr>
          <w:rFonts w:ascii="Arial" w:hAnsi="Arial" w:cs="Arial"/>
          <w:b/>
          <w:i/>
          <w:sz w:val="24"/>
          <w:szCs w:val="24"/>
          <w:u w:val="single"/>
        </w:rPr>
        <w:t>TAROT3-5</w:t>
      </w:r>
      <w:r w:rsidRPr="006812C7">
        <w:rPr>
          <w:rFonts w:ascii="Arial" w:hAnsi="Arial" w:cs="Arial"/>
          <w:b/>
          <w:i/>
          <w:sz w:val="24"/>
          <w:szCs w:val="24"/>
          <w:u w:val="single"/>
        </w:rPr>
        <w:t>):</w:t>
      </w:r>
    </w:p>
    <w:p w:rsidR="00616B3C" w:rsidRPr="006812C7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E16264" w:rsidRPr="006812C7" w:rsidRDefault="00E16264" w:rsidP="00E1626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0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="00C41B82">
        <w:rPr>
          <w:rFonts w:ascii="Arial" w:hAnsi="Arial" w:cs="Arial"/>
          <w:sz w:val="24"/>
          <w:szCs w:val="24"/>
        </w:rPr>
        <w:t>A~Z</w:t>
      </w:r>
    </w:p>
    <w:p w:rsidR="00616B3C" w:rsidRPr="006812C7" w:rsidRDefault="00616B3C" w:rsidP="00616B3C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"</w:t>
      </w:r>
      <w:r w:rsidR="00862AB3" w:rsidRPr="006812C7">
        <w:rPr>
          <w:rFonts w:ascii="Arial" w:hAnsi="Arial" w:cs="Arial"/>
          <w:sz w:val="24"/>
          <w:szCs w:val="24"/>
        </w:rPr>
        <w:t xml:space="preserve"> </w:t>
      </w:r>
      <w:r w:rsidRPr="006812C7">
        <w:rPr>
          <w:rFonts w:ascii="Arial" w:hAnsi="Arial" w:cs="Arial"/>
          <w:sz w:val="24"/>
          <w:szCs w:val="24"/>
        </w:rPr>
        <w:t>NOMBRE DE JOUEURS</w:t>
      </w:r>
      <w:r w:rsidR="00157F85">
        <w:rPr>
          <w:rFonts w:ascii="Arial" w:hAnsi="Arial" w:cs="Arial"/>
          <w:sz w:val="24"/>
          <w:szCs w:val="24"/>
        </w:rPr>
        <w:t xml:space="preserve"> "?</w:t>
      </w:r>
      <w:r w:rsidR="00157F85" w:rsidRPr="006812C7">
        <w:rPr>
          <w:rFonts w:ascii="Arial" w:hAnsi="Arial" w:cs="Arial"/>
          <w:sz w:val="24"/>
          <w:szCs w:val="24"/>
        </w:rPr>
        <w:sym w:font="Symbol" w:char="F0AE"/>
      </w:r>
      <w:r w:rsidR="00157F85">
        <w:rPr>
          <w:rFonts w:ascii="Arial" w:hAnsi="Arial" w:cs="Arial"/>
          <w:sz w:val="24"/>
          <w:szCs w:val="24"/>
        </w:rPr>
        <w:t>N</w:t>
      </w:r>
    </w:p>
    <w:p w:rsidR="009764EC" w:rsidRPr="00EA3CFB" w:rsidRDefault="009764EC" w:rsidP="009764E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Lbl</w:t>
      </w:r>
      <w:proofErr w:type="spellEnd"/>
      <w:r w:rsidRPr="00EA3CFB">
        <w:rPr>
          <w:rFonts w:ascii="Arial" w:hAnsi="Arial" w:cs="Arial"/>
          <w:sz w:val="24"/>
          <w:szCs w:val="24"/>
          <w:lang w:val="en-US"/>
        </w:rPr>
        <w:t xml:space="preserve"> 1</w:t>
      </w:r>
    </w:p>
    <w:p w:rsidR="00E16264" w:rsidRDefault="00157F85" w:rsidP="00E1626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</w:t>
      </w:r>
      <w:r w:rsidR="00860C84" w:rsidRPr="006812C7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  <w:lang w:val="en-US"/>
        </w:rPr>
        <w:t>K</w:t>
      </w:r>
    </w:p>
    <w:p w:rsidR="00157F85" w:rsidRDefault="00157F85" w:rsidP="00E1626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N=4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>
        <w:rPr>
          <w:rFonts w:ascii="Arial" w:hAnsi="Arial" w:cs="Arial"/>
          <w:sz w:val="24"/>
          <w:szCs w:val="24"/>
        </w:rPr>
        <w:t>4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>K</w:t>
      </w:r>
    </w:p>
    <w:p w:rsidR="00157F85" w:rsidRPr="00EA3CFB" w:rsidRDefault="00157F85" w:rsidP="00E1626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N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>F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ClrText</w:t>
      </w:r>
    </w:p>
    <w:p w:rsidR="00B92938" w:rsidRPr="00EA3CFB" w:rsidRDefault="00B92938" w:rsidP="00B92938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"SCORE/</w:t>
      </w:r>
      <w:r w:rsidR="00157F85">
        <w:rPr>
          <w:rFonts w:ascii="Arial" w:hAnsi="Arial" w:cs="Arial"/>
          <w:sz w:val="24"/>
          <w:szCs w:val="24"/>
          <w:lang w:val="en-US"/>
        </w:rPr>
        <w:t>+BONUS</w:t>
      </w:r>
      <w:r w:rsidRPr="00EA3CFB">
        <w:rPr>
          <w:rFonts w:ascii="Arial" w:hAnsi="Arial" w:cs="Arial"/>
          <w:sz w:val="24"/>
          <w:szCs w:val="24"/>
          <w:lang w:val="en-US"/>
        </w:rPr>
        <w:t>/</w:t>
      </w:r>
      <w:r w:rsidR="00157F85">
        <w:rPr>
          <w:rFonts w:ascii="Arial" w:hAnsi="Arial" w:cs="Arial"/>
          <w:sz w:val="24"/>
          <w:szCs w:val="24"/>
          <w:lang w:val="en-US"/>
        </w:rPr>
        <w:t>-MALUS "</w:t>
      </w:r>
      <w:r w:rsidRPr="00EA3CFB">
        <w:rPr>
          <w:rFonts w:ascii="Arial" w:hAnsi="Arial" w:cs="Arial"/>
          <w:sz w:val="24"/>
          <w:szCs w:val="24"/>
          <w:lang w:val="en-US"/>
        </w:rPr>
        <w:t>?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 xml:space="preserve">S 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ClrText</w:t>
      </w:r>
    </w:p>
    <w:p w:rsidR="000C6072" w:rsidRPr="006812C7" w:rsidRDefault="00B92938" w:rsidP="000C6072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1,1,"</w:t>
      </w:r>
      <w:r w:rsidR="002C6975">
        <w:rPr>
          <w:rFonts w:ascii="Arial" w:hAnsi="Arial" w:cs="Arial"/>
          <w:sz w:val="24"/>
          <w:szCs w:val="24"/>
        </w:rPr>
        <w:t>DECLAR</w:t>
      </w:r>
      <w:r w:rsidRPr="006812C7">
        <w:rPr>
          <w:rFonts w:ascii="Arial" w:hAnsi="Arial" w:cs="Arial"/>
          <w:sz w:val="24"/>
          <w:szCs w:val="24"/>
        </w:rPr>
        <w:t>ANT</w:t>
      </w:r>
      <w:r w:rsidR="002C6975">
        <w:rPr>
          <w:rFonts w:ascii="Arial" w:hAnsi="Arial" w:cs="Arial"/>
          <w:sz w:val="24"/>
          <w:szCs w:val="24"/>
        </w:rPr>
        <w:t xml:space="preserve"> :</w:t>
      </w:r>
      <w:r w:rsidR="00157F85">
        <w:rPr>
          <w:rFonts w:ascii="Arial" w:hAnsi="Arial" w:cs="Arial"/>
          <w:sz w:val="24"/>
          <w:szCs w:val="24"/>
        </w:rPr>
        <w:t xml:space="preserve"> </w:t>
      </w:r>
      <w:r w:rsidRPr="006812C7">
        <w:rPr>
          <w:rFonts w:ascii="Arial" w:hAnsi="Arial" w:cs="Arial"/>
          <w:sz w:val="24"/>
          <w:szCs w:val="24"/>
        </w:rPr>
        <w:t>"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1,</w:t>
      </w:r>
      <w:r>
        <w:rPr>
          <w:rFonts w:ascii="Arial" w:hAnsi="Arial" w:cs="Arial"/>
          <w:sz w:val="24"/>
          <w:szCs w:val="24"/>
        </w:rPr>
        <w:t>3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1234567890</w:t>
      </w:r>
      <w:r w:rsidRPr="006812C7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:</w:t>
      </w:r>
      <w:r w:rsidRPr="006812C7">
        <w:rPr>
          <w:rFonts w:ascii="Arial" w:hAnsi="Arial" w:cs="Arial"/>
          <w:sz w:val="24"/>
          <w:szCs w:val="24"/>
        </w:rPr>
        <w:t>Locate 1</w:t>
      </w:r>
      <w:r>
        <w:rPr>
          <w:rFonts w:ascii="Arial" w:hAnsi="Arial" w:cs="Arial"/>
          <w:sz w:val="24"/>
          <w:szCs w:val="24"/>
        </w:rPr>
        <w:t>2</w:t>
      </w:r>
      <w:r w:rsidRPr="006812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F1"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1,</w:t>
      </w:r>
      <w:r>
        <w:rPr>
          <w:rFonts w:ascii="Arial" w:hAnsi="Arial" w:cs="Arial"/>
          <w:sz w:val="24"/>
          <w:szCs w:val="24"/>
        </w:rPr>
        <w:t>4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1234567890</w:t>
      </w:r>
      <w:r w:rsidRPr="006812C7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:</w:t>
      </w:r>
      <w:r w:rsidRPr="006812C7">
        <w:rPr>
          <w:rFonts w:ascii="Arial" w:hAnsi="Arial" w:cs="Arial"/>
          <w:sz w:val="24"/>
          <w:szCs w:val="24"/>
        </w:rPr>
        <w:t>Locate 1</w:t>
      </w:r>
      <w:r>
        <w:rPr>
          <w:rFonts w:ascii="Arial" w:hAnsi="Arial" w:cs="Arial"/>
          <w:sz w:val="24"/>
          <w:szCs w:val="24"/>
        </w:rPr>
        <w:t>2</w:t>
      </w:r>
      <w:r w:rsidRPr="006812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F2"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1,</w:t>
      </w:r>
      <w:r>
        <w:rPr>
          <w:rFonts w:ascii="Arial" w:hAnsi="Arial" w:cs="Arial"/>
          <w:sz w:val="24"/>
          <w:szCs w:val="24"/>
        </w:rPr>
        <w:t>5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1234567890</w:t>
      </w:r>
      <w:r w:rsidRPr="006812C7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:</w:t>
      </w:r>
      <w:r w:rsidRPr="006812C7">
        <w:rPr>
          <w:rFonts w:ascii="Arial" w:hAnsi="Arial" w:cs="Arial"/>
          <w:sz w:val="24"/>
          <w:szCs w:val="24"/>
        </w:rPr>
        <w:t>Locate 1</w:t>
      </w:r>
      <w:r>
        <w:rPr>
          <w:rFonts w:ascii="Arial" w:hAnsi="Arial" w:cs="Arial"/>
          <w:sz w:val="24"/>
          <w:szCs w:val="24"/>
        </w:rPr>
        <w:t>2</w:t>
      </w:r>
      <w:r w:rsidRPr="006812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F3"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N&gt;3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6812C7">
        <w:rPr>
          <w:rFonts w:ascii="Arial" w:hAnsi="Arial" w:cs="Arial"/>
          <w:sz w:val="24"/>
          <w:szCs w:val="24"/>
        </w:rPr>
        <w:t>Locate 1,</w:t>
      </w:r>
      <w:r>
        <w:rPr>
          <w:rFonts w:ascii="Arial" w:hAnsi="Arial" w:cs="Arial"/>
          <w:sz w:val="24"/>
          <w:szCs w:val="24"/>
        </w:rPr>
        <w:t>6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1234567890</w:t>
      </w:r>
      <w:r w:rsidRPr="006812C7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:</w:t>
      </w:r>
      <w:r w:rsidRPr="00157F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N&gt;3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6812C7">
        <w:rPr>
          <w:rFonts w:ascii="Arial" w:hAnsi="Arial" w:cs="Arial"/>
          <w:sz w:val="24"/>
          <w:szCs w:val="24"/>
        </w:rPr>
        <w:t>Locate 1</w:t>
      </w:r>
      <w:r>
        <w:rPr>
          <w:rFonts w:ascii="Arial" w:hAnsi="Arial" w:cs="Arial"/>
          <w:sz w:val="24"/>
          <w:szCs w:val="24"/>
        </w:rPr>
        <w:t>2</w:t>
      </w:r>
      <w:r w:rsidRPr="006812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F4"</w:t>
      </w:r>
    </w:p>
    <w:p w:rsidR="00157F85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N&gt;4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6812C7">
        <w:rPr>
          <w:rFonts w:ascii="Arial" w:hAnsi="Arial" w:cs="Arial"/>
          <w:sz w:val="24"/>
          <w:szCs w:val="24"/>
        </w:rPr>
        <w:t>Locate 1,</w:t>
      </w:r>
      <w:r>
        <w:rPr>
          <w:rFonts w:ascii="Arial" w:hAnsi="Arial" w:cs="Arial"/>
          <w:sz w:val="24"/>
          <w:szCs w:val="24"/>
        </w:rPr>
        <w:t>7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1234567890</w:t>
      </w:r>
      <w:r w:rsidRPr="006812C7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:</w:t>
      </w:r>
      <w:r w:rsidRPr="00157F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N&gt;4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6812C7">
        <w:rPr>
          <w:rFonts w:ascii="Arial" w:hAnsi="Arial" w:cs="Arial"/>
          <w:sz w:val="24"/>
          <w:szCs w:val="24"/>
        </w:rPr>
        <w:t>Locate 1</w:t>
      </w:r>
      <w:r>
        <w:rPr>
          <w:rFonts w:ascii="Arial" w:hAnsi="Arial" w:cs="Arial"/>
          <w:sz w:val="24"/>
          <w:szCs w:val="24"/>
        </w:rPr>
        <w:t>2</w:t>
      </w:r>
      <w:r w:rsidRPr="006812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Pr="006812C7">
        <w:rPr>
          <w:rFonts w:ascii="Arial" w:hAnsi="Arial" w:cs="Arial"/>
          <w:sz w:val="24"/>
          <w:szCs w:val="24"/>
        </w:rPr>
        <w:t>,"</w:t>
      </w:r>
      <w:r>
        <w:rPr>
          <w:rFonts w:ascii="Arial" w:hAnsi="Arial" w:cs="Arial"/>
          <w:sz w:val="24"/>
          <w:szCs w:val="24"/>
        </w:rPr>
        <w:t>F5"</w:t>
      </w:r>
    </w:p>
    <w:p w:rsidR="00157F85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</w:p>
    <w:p w:rsidR="00157F85" w:rsidRPr="006812C7" w:rsidRDefault="00157F85" w:rsidP="00157F8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DO:Getkey</w:t>
      </w:r>
      <w:proofErr w:type="spellEnd"/>
      <w:r w:rsidRPr="006812C7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>G</w:t>
      </w:r>
    </w:p>
    <w:p w:rsidR="00F74E95" w:rsidRPr="00EA3CFB" w:rsidRDefault="00F74E95" w:rsidP="00F74E95">
      <w:pPr>
        <w:spacing w:line="240" w:lineRule="auto"/>
        <w:ind w:left="709" w:hanging="142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LpWhile Not ((G=79 Or G=69 Or G=59) </w:t>
      </w:r>
      <w:proofErr w:type="gramStart"/>
      <w:r>
        <w:rPr>
          <w:rFonts w:ascii="Arial" w:hAnsi="Arial" w:cs="Arial"/>
          <w:sz w:val="24"/>
          <w:szCs w:val="24"/>
          <w:lang w:val="en-US"/>
        </w:rPr>
        <w:t>Or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(G=49 And </w:t>
      </w:r>
      <w:r w:rsidRPr="00EA3CFB"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 xml:space="preserve">&gt;3) </w:t>
      </w:r>
      <w:r w:rsidRPr="00EA3CFB">
        <w:rPr>
          <w:rFonts w:ascii="Arial" w:hAnsi="Arial" w:cs="Arial"/>
          <w:sz w:val="24"/>
          <w:szCs w:val="24"/>
          <w:lang w:val="en-US"/>
        </w:rPr>
        <w:t xml:space="preserve">Or </w:t>
      </w:r>
      <w:r>
        <w:rPr>
          <w:rFonts w:ascii="Arial" w:hAnsi="Arial" w:cs="Arial"/>
          <w:sz w:val="24"/>
          <w:szCs w:val="24"/>
          <w:lang w:val="en-US"/>
        </w:rPr>
        <w:t>(</w:t>
      </w:r>
      <w:r w:rsidRPr="00EA3CFB">
        <w:rPr>
          <w:rFonts w:ascii="Arial" w:hAnsi="Arial" w:cs="Arial"/>
          <w:sz w:val="24"/>
          <w:szCs w:val="24"/>
          <w:lang w:val="en-US"/>
        </w:rPr>
        <w:t>G=39 And N=5)</w:t>
      </w:r>
      <w:r>
        <w:rPr>
          <w:rFonts w:ascii="Arial" w:hAnsi="Arial" w:cs="Arial"/>
          <w:sz w:val="24"/>
          <w:szCs w:val="24"/>
          <w:lang w:val="en-US"/>
        </w:rPr>
        <w:t>)</w:t>
      </w:r>
    </w:p>
    <w:p w:rsidR="00F74E95" w:rsidRPr="00EA3CFB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G=79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A+FxS</w:t>
      </w:r>
      <w:proofErr w:type="spellEnd"/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A</w:t>
      </w:r>
    </w:p>
    <w:p w:rsidR="00F74E95" w:rsidRPr="00EA3CFB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G=69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B+FxS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B</w:t>
      </w:r>
    </w:p>
    <w:p w:rsidR="00F74E95" w:rsidRPr="00EA3CFB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G=59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C+FxS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C</w:t>
      </w:r>
    </w:p>
    <w:p w:rsidR="00F74E95" w:rsidRPr="00EA3CFB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G=49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>D+FxS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D</w:t>
      </w:r>
    </w:p>
    <w:p w:rsidR="00F74E95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G=39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E+FxS</w:t>
      </w:r>
      <w:proofErr w:type="spellEnd"/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E</w:t>
      </w:r>
    </w:p>
    <w:p w:rsidR="00F74E95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F-5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  <w:lang w:val="en-US"/>
        </w:rPr>
        <w:t>F</w:t>
      </w:r>
    </w:p>
    <w:p w:rsidR="00F74E95" w:rsidRPr="00EA3CFB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  <w:lang w:val="en-US"/>
        </w:rPr>
        <w:t>K</w:t>
      </w:r>
    </w:p>
    <w:p w:rsidR="00F74E95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1,1,"</w:t>
      </w:r>
      <w:r>
        <w:rPr>
          <w:rFonts w:ascii="Arial" w:hAnsi="Arial" w:cs="Arial"/>
          <w:sz w:val="24"/>
          <w:szCs w:val="24"/>
        </w:rPr>
        <w:t xml:space="preserve">PARTENAIRE : </w:t>
      </w:r>
      <w:r w:rsidRPr="006812C7">
        <w:rPr>
          <w:rFonts w:ascii="Arial" w:hAnsi="Arial" w:cs="Arial"/>
          <w:sz w:val="24"/>
          <w:szCs w:val="24"/>
        </w:rPr>
        <w:t>"</w:t>
      </w:r>
    </w:p>
    <w:p w:rsidR="00F74E95" w:rsidRPr="00F74E95" w:rsidRDefault="00F74E95" w:rsidP="00F74E95">
      <w:pPr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LpWhile</w:t>
      </w:r>
      <w:r>
        <w:rPr>
          <w:rFonts w:ascii="Arial" w:hAnsi="Arial" w:cs="Arial"/>
          <w:sz w:val="24"/>
          <w:szCs w:val="24"/>
          <w:lang w:val="en-US"/>
        </w:rPr>
        <w:t xml:space="preserve"> F</w:t>
      </w:r>
      <w:r w:rsidR="00E32BED">
        <w:rPr>
          <w:rFonts w:ascii="Symath_IV50" w:hAnsi="Symath_IV50" w:cs="Symath_IV50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>0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A-S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A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B-S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B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C-S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C</w:t>
      </w:r>
    </w:p>
    <w:p w:rsidR="00D87432" w:rsidRPr="00EA3CFB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>D-S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EA3CFB">
        <w:rPr>
          <w:rFonts w:ascii="Arial" w:hAnsi="Arial" w:cs="Arial"/>
          <w:sz w:val="24"/>
          <w:szCs w:val="24"/>
          <w:lang w:val="en-US"/>
        </w:rPr>
        <w:t>D</w:t>
      </w:r>
    </w:p>
    <w:p w:rsidR="00D87432" w:rsidRPr="00C41B82" w:rsidRDefault="00D87432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C41B82">
        <w:rPr>
          <w:rFonts w:ascii="Arial" w:hAnsi="Arial" w:cs="Arial"/>
          <w:sz w:val="24"/>
          <w:szCs w:val="24"/>
          <w:lang w:val="en-US"/>
        </w:rPr>
        <w:t>E-S</w:t>
      </w:r>
      <w:r w:rsidRPr="006812C7">
        <w:rPr>
          <w:rFonts w:ascii="Arial" w:hAnsi="Arial" w:cs="Arial"/>
          <w:sz w:val="24"/>
          <w:szCs w:val="24"/>
        </w:rPr>
        <w:sym w:font="Symbol" w:char="F0AE"/>
      </w:r>
      <w:r w:rsidRPr="00C41B82">
        <w:rPr>
          <w:rFonts w:ascii="Arial" w:hAnsi="Arial" w:cs="Arial"/>
          <w:sz w:val="24"/>
          <w:szCs w:val="24"/>
          <w:lang w:val="en-US"/>
        </w:rPr>
        <w:t>E</w:t>
      </w:r>
    </w:p>
    <w:p w:rsidR="00F74E95" w:rsidRDefault="00F74E95" w:rsidP="00F74E95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6812C7">
        <w:rPr>
          <w:rFonts w:ascii="Arial" w:hAnsi="Arial" w:cs="Arial"/>
          <w:sz w:val="24"/>
          <w:szCs w:val="24"/>
        </w:rPr>
        <w:t>Locate 1,1,"</w:t>
      </w:r>
      <w:r>
        <w:rPr>
          <w:rFonts w:ascii="Arial" w:hAnsi="Arial" w:cs="Arial"/>
          <w:sz w:val="24"/>
          <w:szCs w:val="24"/>
        </w:rPr>
        <w:t xml:space="preserve">SCORES :      </w:t>
      </w:r>
      <w:r w:rsidRPr="006812C7">
        <w:rPr>
          <w:rFonts w:ascii="Arial" w:hAnsi="Arial" w:cs="Arial"/>
          <w:sz w:val="24"/>
          <w:szCs w:val="24"/>
        </w:rPr>
        <w:t>"</w:t>
      </w:r>
    </w:p>
    <w:p w:rsidR="002C1D74" w:rsidRPr="00EA3CFB" w:rsidRDefault="00F74E95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Locate </w:t>
      </w:r>
      <w:r>
        <w:rPr>
          <w:rFonts w:ascii="Arial" w:hAnsi="Arial" w:cs="Arial"/>
          <w:sz w:val="24"/>
          <w:szCs w:val="24"/>
          <w:lang w:val="en-US"/>
        </w:rPr>
        <w:t>12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3</w:t>
      </w:r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A</w:t>
      </w:r>
      <w:proofErr w:type="gramEnd"/>
    </w:p>
    <w:p w:rsidR="00E32BED" w:rsidRDefault="00E32BED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Locate </w:t>
      </w:r>
      <w:r>
        <w:rPr>
          <w:rFonts w:ascii="Arial" w:hAnsi="Arial" w:cs="Arial"/>
          <w:sz w:val="24"/>
          <w:szCs w:val="24"/>
          <w:lang w:val="en-US"/>
        </w:rPr>
        <w:t>12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4</w:t>
      </w:r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B</w:t>
      </w:r>
      <w:proofErr w:type="gramEnd"/>
    </w:p>
    <w:p w:rsidR="00E32BED" w:rsidRDefault="00E32BED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EA3CFB">
        <w:rPr>
          <w:rFonts w:ascii="Arial" w:hAnsi="Arial" w:cs="Arial"/>
          <w:sz w:val="24"/>
          <w:szCs w:val="24"/>
          <w:lang w:val="en-US"/>
        </w:rPr>
        <w:t xml:space="preserve">Locate </w:t>
      </w:r>
      <w:r>
        <w:rPr>
          <w:rFonts w:ascii="Arial" w:hAnsi="Arial" w:cs="Arial"/>
          <w:sz w:val="24"/>
          <w:szCs w:val="24"/>
          <w:lang w:val="en-US"/>
        </w:rPr>
        <w:t>12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5</w:t>
      </w:r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C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32BED" w:rsidRDefault="00E32BED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N&gt;3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 xml:space="preserve">Locate </w:t>
      </w:r>
      <w:r>
        <w:rPr>
          <w:rFonts w:ascii="Arial" w:hAnsi="Arial" w:cs="Arial"/>
          <w:sz w:val="24"/>
          <w:szCs w:val="24"/>
          <w:lang w:val="en-US"/>
        </w:rPr>
        <w:t>12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6</w:t>
      </w:r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D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32BED" w:rsidRDefault="00E32BED" w:rsidP="002C1D7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N&gt;4</w:t>
      </w:r>
      <w:r w:rsidRPr="006812C7">
        <w:rPr>
          <w:rFonts w:ascii="Arial" w:hAnsi="Arial" w:cs="Arial"/>
          <w:sz w:val="24"/>
          <w:szCs w:val="24"/>
        </w:rPr>
        <w:sym w:font="Symbol" w:char="F0DE"/>
      </w:r>
      <w:r w:rsidRPr="00EA3CFB">
        <w:rPr>
          <w:rFonts w:ascii="Arial" w:hAnsi="Arial" w:cs="Arial"/>
          <w:sz w:val="24"/>
          <w:szCs w:val="24"/>
          <w:lang w:val="en-US"/>
        </w:rPr>
        <w:t xml:space="preserve">Locate </w:t>
      </w:r>
      <w:r>
        <w:rPr>
          <w:rFonts w:ascii="Arial" w:hAnsi="Arial" w:cs="Arial"/>
          <w:sz w:val="24"/>
          <w:szCs w:val="24"/>
          <w:lang w:val="en-US"/>
        </w:rPr>
        <w:t>12</w:t>
      </w:r>
      <w:proofErr w:type="gramStart"/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7</w:t>
      </w:r>
      <w:r w:rsidRPr="00EA3CFB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>E</w:t>
      </w:r>
      <w:proofErr w:type="gramEnd"/>
      <w:r w:rsidRPr="00EA3CF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C1D74" w:rsidRPr="006812C7" w:rsidRDefault="00E32BED" w:rsidP="002C1D7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0</w:t>
      </w:r>
      <w:r w:rsidRPr="00E868FA"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  <w:lang w:val="en-US"/>
        </w:rPr>
        <w:t>G</w:t>
      </w:r>
    </w:p>
    <w:p w:rsidR="006862A4" w:rsidRPr="00E868FA" w:rsidRDefault="006862A4" w:rsidP="006862A4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EA3CFB">
        <w:rPr>
          <w:rFonts w:ascii="Arial" w:hAnsi="Arial" w:cs="Arial"/>
          <w:sz w:val="24"/>
          <w:szCs w:val="24"/>
          <w:lang w:val="en-US"/>
        </w:rPr>
        <w:t>Do</w:t>
      </w:r>
      <w:proofErr w:type="gramStart"/>
      <w:r w:rsidR="00E32BED">
        <w:rPr>
          <w:rFonts w:ascii="Arial" w:hAnsi="Arial" w:cs="Arial"/>
          <w:sz w:val="24"/>
          <w:szCs w:val="24"/>
          <w:lang w:val="en-US"/>
        </w:rPr>
        <w:t>:</w:t>
      </w:r>
      <w:r w:rsidRPr="00E868FA">
        <w:rPr>
          <w:rFonts w:ascii="Arial" w:hAnsi="Arial" w:cs="Arial"/>
          <w:sz w:val="24"/>
          <w:szCs w:val="24"/>
          <w:lang w:val="en-US"/>
        </w:rPr>
        <w:t>Getkey</w:t>
      </w:r>
      <w:proofErr w:type="spellEnd"/>
      <w:proofErr w:type="gramEnd"/>
      <w:r w:rsidR="00E32BED" w:rsidRPr="00E868FA">
        <w:rPr>
          <w:rFonts w:ascii="Arial" w:hAnsi="Arial" w:cs="Arial"/>
          <w:sz w:val="24"/>
          <w:szCs w:val="24"/>
        </w:rPr>
        <w:sym w:font="Symbol" w:char="F0AE"/>
      </w:r>
      <w:r w:rsidR="00E32BED">
        <w:rPr>
          <w:rFonts w:ascii="Arial" w:hAnsi="Arial" w:cs="Arial"/>
          <w:sz w:val="24"/>
          <w:szCs w:val="24"/>
          <w:lang w:val="en-US"/>
        </w:rPr>
        <w:t>G</w:t>
      </w:r>
    </w:p>
    <w:p w:rsidR="006862A4" w:rsidRPr="00CF03AE" w:rsidRDefault="006862A4" w:rsidP="00BC0D36">
      <w:pPr>
        <w:spacing w:line="280" w:lineRule="exact"/>
        <w:jc w:val="left"/>
        <w:rPr>
          <w:rFonts w:ascii="Arial" w:hAnsi="Arial" w:cs="Arial"/>
          <w:color w:val="E36C0A" w:themeColor="accent6" w:themeShade="BF"/>
          <w:sz w:val="24"/>
          <w:szCs w:val="24"/>
          <w:lang w:val="en-US"/>
        </w:rPr>
      </w:pPr>
      <w:r w:rsidRPr="00E868FA">
        <w:rPr>
          <w:rFonts w:ascii="Arial" w:hAnsi="Arial" w:cs="Arial"/>
          <w:sz w:val="24"/>
          <w:szCs w:val="24"/>
          <w:lang w:val="en-US"/>
        </w:rPr>
        <w:t xml:space="preserve">LpWhile </w:t>
      </w:r>
      <w:r w:rsidR="00E32BED">
        <w:rPr>
          <w:rFonts w:ascii="Arial" w:hAnsi="Arial" w:cs="Arial"/>
          <w:sz w:val="24"/>
          <w:szCs w:val="24"/>
          <w:lang w:val="en-US"/>
        </w:rPr>
        <w:t>G</w:t>
      </w:r>
      <w:r w:rsidR="00EA3CFB" w:rsidRPr="00E868FA">
        <w:rPr>
          <w:rFonts w:ascii="Arial" w:hAnsi="Arial" w:cs="Arial"/>
          <w:sz w:val="24"/>
          <w:szCs w:val="24"/>
          <w:lang w:val="en-US"/>
        </w:rPr>
        <w:t>≠</w:t>
      </w:r>
      <w:r w:rsidRPr="00E868FA">
        <w:rPr>
          <w:rFonts w:ascii="Arial" w:hAnsi="Arial" w:cs="Arial"/>
          <w:sz w:val="24"/>
          <w:szCs w:val="24"/>
          <w:lang w:val="en-US"/>
        </w:rPr>
        <w:t>31</w:t>
      </w:r>
    </w:p>
    <w:p w:rsidR="006862A4" w:rsidRPr="006812C7" w:rsidRDefault="006862A4" w:rsidP="006862A4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6812C7">
        <w:rPr>
          <w:rFonts w:ascii="Arial" w:hAnsi="Arial" w:cs="Arial"/>
          <w:sz w:val="24"/>
          <w:szCs w:val="24"/>
        </w:rPr>
        <w:t>Goto</w:t>
      </w:r>
      <w:proofErr w:type="spellEnd"/>
      <w:r w:rsidRPr="006812C7">
        <w:rPr>
          <w:rFonts w:ascii="Arial" w:hAnsi="Arial" w:cs="Arial"/>
          <w:sz w:val="24"/>
          <w:szCs w:val="24"/>
        </w:rPr>
        <w:t xml:space="preserve"> 1</w:t>
      </w:r>
    </w:p>
    <w:p w:rsidR="006862A4" w:rsidRPr="006812C7" w:rsidRDefault="006862A4" w:rsidP="002C1D74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FC5334" w:rsidRPr="00EA3CFB" w:rsidRDefault="00726183" w:rsidP="00E32BED">
      <w:pPr>
        <w:spacing w:line="240" w:lineRule="auto"/>
        <w:ind w:left="709" w:hanging="142"/>
        <w:jc w:val="left"/>
        <w:rPr>
          <w:rFonts w:ascii="Arial" w:hAnsi="Arial" w:cs="Arial"/>
          <w:sz w:val="24"/>
          <w:szCs w:val="24"/>
          <w:lang w:val="en-US"/>
        </w:rPr>
      </w:pPr>
      <w:r w:rsidRPr="006812C7">
        <w:rPr>
          <w:rFonts w:ascii="Arial" w:hAnsi="Arial" w:cs="Arial"/>
          <w:b/>
          <w:i/>
          <w:sz w:val="24"/>
          <w:szCs w:val="24"/>
          <w:u w:val="single"/>
        </w:rPr>
        <w:br w:type="column"/>
      </w:r>
    </w:p>
    <w:p w:rsidR="00726183" w:rsidRPr="00EA3CFB" w:rsidRDefault="00726183" w:rsidP="00726183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p w:rsidR="00726183" w:rsidRPr="00EA3CFB" w:rsidRDefault="00726183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  <w:sectPr w:rsidR="00726183" w:rsidRPr="00EA3CFB" w:rsidSect="00E32BED">
          <w:type w:val="continuous"/>
          <w:pgSz w:w="11907" w:h="16839" w:code="9"/>
          <w:pgMar w:top="567" w:right="567" w:bottom="142" w:left="567" w:header="709" w:footer="709" w:gutter="0"/>
          <w:cols w:space="283"/>
          <w:docGrid w:linePitch="360"/>
        </w:sectPr>
      </w:pPr>
    </w:p>
    <w:p w:rsidR="002C1D74" w:rsidRPr="00EA3CFB" w:rsidRDefault="002C1D74" w:rsidP="00616B3C">
      <w:pPr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</w:p>
    <w:sectPr w:rsidR="002C1D74" w:rsidRPr="00EA3CFB" w:rsidSect="00E32BED">
      <w:type w:val="continuous"/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Corbel"/>
    <w:charset w:val="00"/>
    <w:family w:val="auto"/>
    <w:pitch w:val="variable"/>
    <w:sig w:usb0="00000001" w:usb1="40000048" w:usb2="00000000" w:usb3="00000000" w:csb0="00000111" w:csb1="00000000"/>
  </w:font>
  <w:font w:name="Rockwell">
    <w:altName w:val="Nyala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ath_IV50">
    <w:panose1 w:val="00000400000000000000"/>
    <w:charset w:val="00"/>
    <w:family w:val="auto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79AA"/>
    <w:multiLevelType w:val="hybridMultilevel"/>
    <w:tmpl w:val="4BCE7A5C"/>
    <w:lvl w:ilvl="0" w:tplc="141844D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B0252"/>
    <w:multiLevelType w:val="multilevel"/>
    <w:tmpl w:val="040C001D"/>
    <w:styleLink w:val="Style1"/>
    <w:lvl w:ilvl="0">
      <w:start w:val="1"/>
      <w:numFmt w:val="upperLetter"/>
      <w:lvlText w:val="%1)"/>
      <w:lvlJc w:val="left"/>
      <w:pPr>
        <w:ind w:left="360" w:hanging="360"/>
      </w:pPr>
      <w:rPr>
        <w:rFonts w:ascii="Calibri" w:hAnsi="Calibri"/>
        <w:b/>
        <w:color w:val="FF000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b/>
        <w:color w:val="00B050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/>
        <w:color w:val="000000" w:themeColor="text1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C450F61"/>
    <w:multiLevelType w:val="hybridMultilevel"/>
    <w:tmpl w:val="A652418C"/>
    <w:lvl w:ilvl="0" w:tplc="1D18AA22">
      <w:start w:val="1"/>
      <w:numFmt w:val="decimal"/>
      <w:pStyle w:val="Titre3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D6F60"/>
    <w:multiLevelType w:val="hybridMultilevel"/>
    <w:tmpl w:val="1E16AE50"/>
    <w:lvl w:ilvl="0" w:tplc="362809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compat/>
  <w:rsids>
    <w:rsidRoot w:val="007E3B9A"/>
    <w:rsid w:val="00067D1B"/>
    <w:rsid w:val="0008665C"/>
    <w:rsid w:val="000C6072"/>
    <w:rsid w:val="000E6EE2"/>
    <w:rsid w:val="00101281"/>
    <w:rsid w:val="00157F85"/>
    <w:rsid w:val="0017231D"/>
    <w:rsid w:val="001765F0"/>
    <w:rsid w:val="001D25E9"/>
    <w:rsid w:val="00217964"/>
    <w:rsid w:val="0023430A"/>
    <w:rsid w:val="00250A4F"/>
    <w:rsid w:val="00293E52"/>
    <w:rsid w:val="002C1D74"/>
    <w:rsid w:val="002C6975"/>
    <w:rsid w:val="002D6EE8"/>
    <w:rsid w:val="00341688"/>
    <w:rsid w:val="0037030F"/>
    <w:rsid w:val="00371FA0"/>
    <w:rsid w:val="003B172B"/>
    <w:rsid w:val="003B212F"/>
    <w:rsid w:val="0041186E"/>
    <w:rsid w:val="0047439F"/>
    <w:rsid w:val="00495643"/>
    <w:rsid w:val="004E75EE"/>
    <w:rsid w:val="00516E0A"/>
    <w:rsid w:val="005259A5"/>
    <w:rsid w:val="00550AE6"/>
    <w:rsid w:val="00584D04"/>
    <w:rsid w:val="005961A3"/>
    <w:rsid w:val="005A4CE0"/>
    <w:rsid w:val="005C534A"/>
    <w:rsid w:val="005C6C09"/>
    <w:rsid w:val="005D2F39"/>
    <w:rsid w:val="005D31D4"/>
    <w:rsid w:val="00601D96"/>
    <w:rsid w:val="00616B3C"/>
    <w:rsid w:val="006174B4"/>
    <w:rsid w:val="00664300"/>
    <w:rsid w:val="00680CC2"/>
    <w:rsid w:val="006812C7"/>
    <w:rsid w:val="006862A4"/>
    <w:rsid w:val="00726183"/>
    <w:rsid w:val="007679A9"/>
    <w:rsid w:val="007844CD"/>
    <w:rsid w:val="007B03F9"/>
    <w:rsid w:val="007B36B3"/>
    <w:rsid w:val="007B5BB1"/>
    <w:rsid w:val="007E3B9A"/>
    <w:rsid w:val="007F3C91"/>
    <w:rsid w:val="007F47F2"/>
    <w:rsid w:val="008506C9"/>
    <w:rsid w:val="00860C84"/>
    <w:rsid w:val="00862AB3"/>
    <w:rsid w:val="00871668"/>
    <w:rsid w:val="008A16A5"/>
    <w:rsid w:val="008B5067"/>
    <w:rsid w:val="00914830"/>
    <w:rsid w:val="009278E9"/>
    <w:rsid w:val="009764EC"/>
    <w:rsid w:val="009851D0"/>
    <w:rsid w:val="00997A56"/>
    <w:rsid w:val="009A3E2A"/>
    <w:rsid w:val="009B5ACF"/>
    <w:rsid w:val="009C5C51"/>
    <w:rsid w:val="009E1DC7"/>
    <w:rsid w:val="00A551D3"/>
    <w:rsid w:val="00A829FE"/>
    <w:rsid w:val="00AE593C"/>
    <w:rsid w:val="00B3434A"/>
    <w:rsid w:val="00B77C53"/>
    <w:rsid w:val="00B92938"/>
    <w:rsid w:val="00BC0D36"/>
    <w:rsid w:val="00BC6331"/>
    <w:rsid w:val="00BD21A7"/>
    <w:rsid w:val="00BE5016"/>
    <w:rsid w:val="00C06A30"/>
    <w:rsid w:val="00C308FD"/>
    <w:rsid w:val="00C41B82"/>
    <w:rsid w:val="00CD3EB3"/>
    <w:rsid w:val="00CF03AE"/>
    <w:rsid w:val="00D22038"/>
    <w:rsid w:val="00D669E0"/>
    <w:rsid w:val="00D87432"/>
    <w:rsid w:val="00DA1E71"/>
    <w:rsid w:val="00E15053"/>
    <w:rsid w:val="00E16264"/>
    <w:rsid w:val="00E30C1A"/>
    <w:rsid w:val="00E32BED"/>
    <w:rsid w:val="00E37C78"/>
    <w:rsid w:val="00E43F91"/>
    <w:rsid w:val="00E868FA"/>
    <w:rsid w:val="00EA3CFB"/>
    <w:rsid w:val="00EB1FA9"/>
    <w:rsid w:val="00EF3A5F"/>
    <w:rsid w:val="00F01702"/>
    <w:rsid w:val="00F028A6"/>
    <w:rsid w:val="00F26E3B"/>
    <w:rsid w:val="00F27AFE"/>
    <w:rsid w:val="00F363D0"/>
    <w:rsid w:val="00F426D2"/>
    <w:rsid w:val="00F42735"/>
    <w:rsid w:val="00F51EFF"/>
    <w:rsid w:val="00F74E95"/>
    <w:rsid w:val="00FA2C82"/>
    <w:rsid w:val="00FC5334"/>
    <w:rsid w:val="00FD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 fill="f" fillcolor="white">
      <v:fill color="white" on="f"/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 w:val="24"/>
        <w:lang w:val="fr-FR" w:eastAsia="en-US" w:bidi="ar-SA"/>
      </w:rPr>
    </w:rPrDefault>
    <w:pPrDefault>
      <w:pPr>
        <w:spacing w:after="200" w:line="300" w:lineRule="exac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CE0"/>
    <w:pPr>
      <w:spacing w:after="0"/>
    </w:pPr>
    <w:rPr>
      <w:rFonts w:ascii="Futura" w:eastAsiaTheme="minorEastAsia" w:hAnsi="Futura"/>
      <w:sz w:val="23"/>
      <w:lang w:bidi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C51"/>
    <w:pPr>
      <w:keepLines/>
      <w:framePr w:wrap="notBeside" w:vAnchor="text" w:hAnchor="text" w:y="1"/>
      <w:pBdr>
        <w:bottom w:val="single" w:sz="12" w:space="1" w:color="C0504D" w:themeColor="accent2"/>
      </w:pBdr>
      <w:spacing w:before="300" w:after="40" w:line="240" w:lineRule="auto"/>
      <w:ind w:firstLine="0"/>
      <w:contextualSpacing/>
      <w:jc w:val="left"/>
      <w:outlineLvl w:val="0"/>
    </w:pPr>
    <w:rPr>
      <w:rFonts w:ascii="Rockwell" w:hAnsi="Rockwell"/>
      <w:b/>
      <w:spacing w:val="5"/>
      <w:sz w:val="32"/>
      <w:szCs w:val="23"/>
    </w:rPr>
  </w:style>
  <w:style w:type="paragraph" w:styleId="Titre2">
    <w:name w:val="heading 2"/>
    <w:basedOn w:val="Sous-titre"/>
    <w:next w:val="Titre3"/>
    <w:link w:val="Titre2Car"/>
    <w:autoRedefine/>
    <w:uiPriority w:val="9"/>
    <w:unhideWhenUsed/>
    <w:qFormat/>
    <w:rsid w:val="00BC6331"/>
    <w:pPr>
      <w:numPr>
        <w:ilvl w:val="0"/>
      </w:numPr>
      <w:spacing w:before="240" w:after="80" w:line="240" w:lineRule="auto"/>
      <w:ind w:firstLine="567"/>
      <w:jc w:val="left"/>
      <w:outlineLvl w:val="1"/>
    </w:pPr>
    <w:rPr>
      <w:rFonts w:ascii="Rockwell" w:hAnsi="Rockwell"/>
      <w:iCs w:val="0"/>
      <w:smallCaps/>
      <w:color w:val="77943C"/>
      <w:spacing w:val="5"/>
      <w:sz w:val="28"/>
      <w:szCs w:val="28"/>
      <w:u w:val="single"/>
      <w:lang w:bidi="ar-SA"/>
    </w:rPr>
  </w:style>
  <w:style w:type="paragraph" w:styleId="Titre3">
    <w:name w:val="heading 3"/>
    <w:basedOn w:val="Titre"/>
    <w:next w:val="Normal"/>
    <w:link w:val="Titre3Car"/>
    <w:autoRedefine/>
    <w:uiPriority w:val="9"/>
    <w:unhideWhenUsed/>
    <w:qFormat/>
    <w:rsid w:val="00BC6331"/>
    <w:pPr>
      <w:numPr>
        <w:numId w:val="8"/>
      </w:numPr>
      <w:pBdr>
        <w:bottom w:val="none" w:sz="0" w:space="0" w:color="auto"/>
      </w:pBdr>
      <w:spacing w:before="200" w:after="40"/>
      <w:jc w:val="left"/>
      <w:outlineLvl w:val="2"/>
    </w:pPr>
    <w:rPr>
      <w:rFonts w:ascii="Rockwell" w:eastAsiaTheme="minorHAnsi" w:hAnsi="Rockwell" w:cs="Arial"/>
      <w:i/>
      <w:smallCaps/>
      <w:color w:val="D48A88"/>
      <w:kern w:val="0"/>
      <w:sz w:val="24"/>
      <w:szCs w:val="24"/>
      <w:u w:val="single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F363D0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uiPriority w:val="9"/>
    <w:rsid w:val="009C5C51"/>
    <w:rPr>
      <w:rFonts w:ascii="Rockwell" w:hAnsi="Rockwell"/>
      <w:b/>
      <w:color w:val="000000" w:themeColor="text1"/>
      <w:spacing w:val="5"/>
      <w:sz w:val="32"/>
      <w:szCs w:val="23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9C5C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5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BC6331"/>
    <w:rPr>
      <w:rFonts w:ascii="Rockwell" w:eastAsiaTheme="majorEastAsia" w:hAnsi="Rockwell" w:cstheme="majorBidi"/>
      <w:i/>
      <w:smallCaps/>
      <w:color w:val="77943C"/>
      <w:spacing w:val="5"/>
      <w:sz w:val="28"/>
      <w:szCs w:val="28"/>
      <w:u w:val="single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5C5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C5C5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BC6331"/>
    <w:rPr>
      <w:rFonts w:ascii="Rockwell" w:hAnsi="Rockwell"/>
      <w:i/>
      <w:smallCaps/>
      <w:color w:val="D48A88"/>
      <w:spacing w:val="5"/>
      <w:sz w:val="24"/>
      <w:szCs w:val="24"/>
      <w:u w:val="single"/>
      <w:lang w:val="fr-FR"/>
    </w:rPr>
  </w:style>
  <w:style w:type="character" w:styleId="Accentuation">
    <w:name w:val="Emphasis"/>
    <w:basedOn w:val="Policepardfaut"/>
    <w:uiPriority w:val="20"/>
    <w:qFormat/>
    <w:rsid w:val="00157F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A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A4.dotm</Template>
  <TotalTime>1265</TotalTime>
  <Pages>2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</cp:lastModifiedBy>
  <cp:revision>35</cp:revision>
  <dcterms:created xsi:type="dcterms:W3CDTF">2014-01-14T17:30:00Z</dcterms:created>
  <dcterms:modified xsi:type="dcterms:W3CDTF">2017-12-17T16:28:00Z</dcterms:modified>
</cp:coreProperties>
</file>